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1668B257" w14:textId="77777777" w:rsidR="0099731B" w:rsidRDefault="0099731B" w:rsidP="007C1AC8">
            <w:pPr>
              <w:pStyle w:val="Adressaat"/>
            </w:pPr>
            <w:r w:rsidRPr="0099731B">
              <w:t>Liina Pastel</w:t>
            </w:r>
          </w:p>
          <w:p w14:paraId="41B6047D" w14:textId="77777777" w:rsidR="0099731B" w:rsidRDefault="0099731B" w:rsidP="007C1AC8">
            <w:pPr>
              <w:pStyle w:val="Adressaat"/>
            </w:pPr>
            <w:r w:rsidRPr="0099731B">
              <w:t>Põnnila OÜ</w:t>
            </w:r>
          </w:p>
          <w:p w14:paraId="19D70AC3" w14:textId="6392C8D4" w:rsidR="00D94241" w:rsidRPr="004D264D" w:rsidRDefault="0099731B" w:rsidP="007C1AC8">
            <w:pPr>
              <w:pStyle w:val="Adressaat"/>
            </w:pPr>
            <w:r w:rsidRPr="0099731B">
              <w:t>info@ponni.ee</w:t>
            </w:r>
          </w:p>
        </w:tc>
        <w:tc>
          <w:tcPr>
            <w:tcW w:w="3685" w:type="dxa"/>
          </w:tcPr>
          <w:p w14:paraId="7F26F9DC" w14:textId="77777777" w:rsidR="007C1AC8" w:rsidRDefault="007C1AC8" w:rsidP="007C1AC8">
            <w:pPr>
              <w:jc w:val="left"/>
            </w:pPr>
          </w:p>
          <w:p w14:paraId="7F1698E4" w14:textId="15145CBE" w:rsidR="00D94241" w:rsidRDefault="007C1AC8" w:rsidP="007C1AC8">
            <w:pPr>
              <w:jc w:val="left"/>
            </w:pPr>
            <w:r>
              <w:t xml:space="preserve">Meie </w:t>
            </w:r>
            <w:r w:rsidR="0099731B">
              <w:t>26</w:t>
            </w:r>
            <w:r>
              <w:t>.</w:t>
            </w:r>
            <w:r w:rsidR="0099731B">
              <w:t>03</w:t>
            </w:r>
            <w:r>
              <w:t xml:space="preserve">.2024 nr </w:t>
            </w:r>
            <w:r w:rsidR="00D0397F" w:rsidRPr="00D0397F">
              <w:t>7.2-1/1787-1</w:t>
            </w: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52146F2D" w:rsidR="007C1AC8" w:rsidRDefault="007C1AC8" w:rsidP="007C1AC8">
      <w:pPr>
        <w:pStyle w:val="Snum"/>
      </w:pPr>
      <w:r>
        <w:t>Päästeameti Põhja päästekeskuse ohutusjärelevalve büroo teostas 0</w:t>
      </w:r>
      <w:r w:rsidR="00D0397F">
        <w:t>6</w:t>
      </w:r>
      <w:r>
        <w:t>.0</w:t>
      </w:r>
      <w:r w:rsidR="0099731B">
        <w:t>3</w:t>
      </w:r>
      <w:r>
        <w:t xml:space="preserve">.2024 kontrollkäigu  </w:t>
      </w:r>
      <w:r w:rsidR="0099731B" w:rsidRPr="0099731B">
        <w:t>Harju maakond, Rae vald, Järveküla, Sõnajala tee</w:t>
      </w:r>
      <w:r w:rsidR="0099731B">
        <w:t xml:space="preserve"> 1/2. </w:t>
      </w:r>
      <w:r>
        <w:t xml:space="preserve">Eelpool nimetatud hoones osutab </w:t>
      </w:r>
      <w:r w:rsidR="0099731B">
        <w:t>Põnnila</w:t>
      </w:r>
      <w:r>
        <w:t xml:space="preserve"> OÜ (reg </w:t>
      </w:r>
      <w:r w:rsidR="0048549A" w:rsidRPr="0048549A">
        <w:t>11726071</w:t>
      </w:r>
      <w:r>
        <w:t>) lapsehoiuteenust millel on kuni 1</w:t>
      </w:r>
      <w:r w:rsidR="00D0397F">
        <w:t>0</w:t>
      </w:r>
      <w:r>
        <w:t xml:space="preserve"> kasutajat.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r>
        <w:t xml:space="preserve">Mob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876A2E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49DFE" w14:textId="77777777" w:rsidR="00876A2E" w:rsidRDefault="00876A2E" w:rsidP="00DF44DF">
      <w:r>
        <w:separator/>
      </w:r>
    </w:p>
  </w:endnote>
  <w:endnote w:type="continuationSeparator" w:id="0">
    <w:p w14:paraId="4404D8C8" w14:textId="77777777" w:rsidR="00876A2E" w:rsidRDefault="00876A2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61235" w14:textId="77777777" w:rsidR="00876A2E" w:rsidRDefault="00876A2E" w:rsidP="00DF44DF">
      <w:r>
        <w:separator/>
      </w:r>
    </w:p>
  </w:footnote>
  <w:footnote w:type="continuationSeparator" w:id="0">
    <w:p w14:paraId="48734E70" w14:textId="77777777" w:rsidR="00876A2E" w:rsidRDefault="00876A2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A55723">
        <w:rPr>
          <w:noProof/>
        </w:rPr>
        <w:t>2</w:t>
      </w:r>
    </w:fldSimple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0B5905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F08CC"/>
    <w:rsid w:val="002008A2"/>
    <w:rsid w:val="002509C6"/>
    <w:rsid w:val="002835BB"/>
    <w:rsid w:val="00287CA2"/>
    <w:rsid w:val="00293449"/>
    <w:rsid w:val="002A1D15"/>
    <w:rsid w:val="002D5980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422D29"/>
    <w:rsid w:val="00435A13"/>
    <w:rsid w:val="0044084D"/>
    <w:rsid w:val="004427EC"/>
    <w:rsid w:val="004717DB"/>
    <w:rsid w:val="00482E94"/>
    <w:rsid w:val="0048549A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DE8"/>
    <w:rsid w:val="007A5492"/>
    <w:rsid w:val="007C1AC8"/>
    <w:rsid w:val="007D54FC"/>
    <w:rsid w:val="007D6F91"/>
    <w:rsid w:val="00830470"/>
    <w:rsid w:val="00835858"/>
    <w:rsid w:val="00876A2E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9731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4D7C"/>
    <w:rsid w:val="00C11777"/>
    <w:rsid w:val="00C24F66"/>
    <w:rsid w:val="00C27B07"/>
    <w:rsid w:val="00C338F3"/>
    <w:rsid w:val="00C41FC5"/>
    <w:rsid w:val="00C6686C"/>
    <w:rsid w:val="00C7287B"/>
    <w:rsid w:val="00C83346"/>
    <w:rsid w:val="00CA583B"/>
    <w:rsid w:val="00CA5F0B"/>
    <w:rsid w:val="00CD0C03"/>
    <w:rsid w:val="00CE0E08"/>
    <w:rsid w:val="00CE5416"/>
    <w:rsid w:val="00CF2B77"/>
    <w:rsid w:val="00CF4303"/>
    <w:rsid w:val="00D0397F"/>
    <w:rsid w:val="00D22B89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F06D6B"/>
    <w:rsid w:val="00F9645B"/>
    <w:rsid w:val="00F9773D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33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11</cp:revision>
  <cp:lastPrinted>2014-04-03T10:06:00Z</cp:lastPrinted>
  <dcterms:created xsi:type="dcterms:W3CDTF">2022-04-14T06:13:00Z</dcterms:created>
  <dcterms:modified xsi:type="dcterms:W3CDTF">2024-03-26T13:41:00Z</dcterms:modified>
</cp:coreProperties>
</file>